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0A" w:rsidRDefault="00DC600A">
      <w:r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g_hi" o:spid="_x0000_s1026" type="#_x0000_t75" alt="" href="http://www.google.com.au/imgres?q=comet+shower&amp;hl=en&amp;safe=active&amp;as_st=y&amp;biw=1280&amp;bih=766&amp;tbs=sur:f&amp;tbm=isch&amp;tbnid=KIQMUmUT446jSM:&amp;imgrefurl=http://xdem.free.fr/2006_04_01_archive.html&amp;docid=FDtcaxC1Iit7zM&amp;imgurl=http://xdem.free.fr/uploaded_images/M82-781157.jpg&amp;w=320&amp;h=249&amp;ei=whVMT5-ZM-qVmQXIorHtDw&amp;z" style="position:absolute;margin-left:1in;margin-top:-1in;width:315pt;height:101.9pt;z-index:-251658240" o:button="t">
            <v:imagedata r:id="rId5" o:title=""/>
          </v:shape>
        </w:pict>
      </w:r>
      <w:r>
        <w:rPr>
          <w:noProof/>
          <w:lang w:eastAsia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81pt;margin-top:-45pt;width:299.25pt;height:51pt;z-index:251657216" fillcolor="#93f" stroked="f">
            <v:fill color2="fuchsia" focus="-50%" type="gradient"/>
            <v:shadow on="t" color="#4d4d4d" opacity="52429f" offset=",3pt"/>
            <v:textpath style="font-family:&quot;Arial Black&quot;;v-text-spacing:78650f;v-text-kern:t" trim="t" fitpath="t" string="COMETS"/>
            <w10:wrap type="square"/>
          </v:shape>
        </w:pict>
      </w:r>
    </w:p>
    <w:p w:rsidR="00DC600A" w:rsidRDefault="00DC600A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19.55pt;width:6in;height:513pt;z-index:251655168">
            <v:textbox style="mso-next-textbox:#_x0000_s1028">
              <w:txbxContent>
                <w:p w:rsidR="00DC600A" w:rsidRDefault="00DC600A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Comets</w:t>
                  </w:r>
                </w:p>
                <w:p w:rsidR="00DC600A" w:rsidRPr="003E0F99" w:rsidRDefault="00DC600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This report is on Comets. Comets are boulders floating around in space for astronomers and scientists to discover, study and share about. The topics I am going to inform you on are; what is a comet, what are comets made of and what causes a comet to have a tail.</w:t>
                  </w:r>
                </w:p>
                <w:p w:rsidR="00DC600A" w:rsidRDefault="00DC600A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What is a Comet?</w:t>
                  </w:r>
                </w:p>
                <w:p w:rsidR="00DC600A" w:rsidRPr="00930E4E" w:rsidRDefault="00DC600A" w:rsidP="00823C1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Another name for Comet is “The Dirty Snowball”. Comets range from a basketball size to </w:t>
                  </w:r>
                  <w:r w:rsidRPr="003E0F99">
                    <w:rPr>
                      <w:sz w:val="24"/>
                      <w:szCs w:val="24"/>
                    </w:rPr>
                    <w:t>80.47</w:t>
                  </w:r>
                  <w:r>
                    <w:rPr>
                      <w:sz w:val="24"/>
                      <w:szCs w:val="24"/>
                    </w:rPr>
                    <w:t>km wide monsters! Comets are leftovers</w:t>
                  </w:r>
                  <w:r w:rsidRPr="00823C10">
                    <w:rPr>
                      <w:sz w:val="24"/>
                      <w:szCs w:val="24"/>
                    </w:rPr>
                    <w:t xml:space="preserve"> during the formation of our Solar System. They are believed </w:t>
                  </w:r>
                  <w:r>
                    <w:rPr>
                      <w:sz w:val="24"/>
                      <w:szCs w:val="24"/>
                    </w:rPr>
                    <w:t>to originate from two locations.  The Kuiper Belt, C</w:t>
                  </w:r>
                  <w:r w:rsidRPr="00823C10">
                    <w:rPr>
                      <w:sz w:val="24"/>
                      <w:szCs w:val="24"/>
                    </w:rPr>
                    <w:t>omets w</w:t>
                  </w:r>
                  <w:r>
                    <w:rPr>
                      <w:sz w:val="24"/>
                      <w:szCs w:val="24"/>
                    </w:rPr>
                    <w:t>hich orbit less than 100 years and the Oort Cloud, C</w:t>
                  </w:r>
                  <w:r w:rsidRPr="00823C10">
                    <w:rPr>
                      <w:sz w:val="24"/>
                      <w:szCs w:val="24"/>
                    </w:rPr>
                    <w:t>omets with orbits greater than 100 years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DC600A" w:rsidRDefault="00DC600A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What are Comets made of?</w:t>
                  </w:r>
                </w:p>
                <w:p w:rsidR="00DC600A" w:rsidRPr="003C2E6E" w:rsidRDefault="00DC600A" w:rsidP="0095028F">
                  <w:pPr>
                    <w:shd w:val="clear" w:color="auto" w:fill="FFFFFF"/>
                    <w:spacing w:after="300"/>
                    <w:rPr>
                      <w:sz w:val="24"/>
                      <w:szCs w:val="24"/>
                      <w:lang w:val="en-US"/>
                    </w:rPr>
                  </w:pPr>
                  <w:r w:rsidRPr="003C2E6E">
                    <w:rPr>
                      <w:sz w:val="24"/>
                      <w:szCs w:val="24"/>
                      <w:lang w:val="en-US"/>
                    </w:rPr>
                    <w:t>Comets are simply just small pieces of ice,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dust and small rocky particles.</w:t>
                  </w:r>
                  <w:r w:rsidRPr="003C2E6E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Comets are offspring</w:t>
                  </w:r>
                  <w:r w:rsidRPr="006E3812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from </w:t>
                  </w:r>
                  <w:r w:rsidRPr="006E3812">
                    <w:rPr>
                      <w:sz w:val="24"/>
                      <w:szCs w:val="24"/>
                      <w:lang w:val="en-US"/>
                    </w:rPr>
                    <w:t>the formation of stars and planets millions of years ago</w:t>
                  </w:r>
                  <w:r>
                    <w:rPr>
                      <w:sz w:val="24"/>
                      <w:szCs w:val="24"/>
                      <w:lang w:val="en-US"/>
                    </w:rPr>
                    <w:t>.</w:t>
                  </w:r>
                  <w:r w:rsidRPr="003C2E6E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6E3812">
                    <w:rPr>
                      <w:sz w:val="24"/>
                      <w:szCs w:val="24"/>
                      <w:lang w:val="en-US"/>
                    </w:rPr>
                    <w:t>Comets that we can see in our solar system start out as big pieces of rock and ice just floating in something called the Oort cloud.</w:t>
                  </w:r>
                  <w:r w:rsidRPr="006E3812">
                    <w:t xml:space="preserve"> </w:t>
                  </w:r>
                  <w:r w:rsidRPr="006E3812">
                    <w:rPr>
                      <w:sz w:val="24"/>
                      <w:szCs w:val="24"/>
                      <w:lang w:val="en-US"/>
                    </w:rPr>
                    <w:t>When gravity form something large (stars) gets strong enough, some of the comet breaks off and gets pulled to</w:t>
                  </w:r>
                  <w:r>
                    <w:rPr>
                      <w:sz w:val="24"/>
                      <w:szCs w:val="24"/>
                      <w:lang w:val="en-US"/>
                    </w:rPr>
                    <w:t>wards</w:t>
                  </w:r>
                  <w:r w:rsidRPr="006E3812">
                    <w:rPr>
                      <w:sz w:val="24"/>
                      <w:szCs w:val="24"/>
                      <w:lang w:val="en-US"/>
                    </w:rPr>
                    <w:t xml:space="preserve"> the sun.</w:t>
                  </w:r>
                </w:p>
                <w:p w:rsidR="00DC600A" w:rsidRDefault="00DC600A" w:rsidP="0095028F">
                  <w:pPr>
                    <w:shd w:val="clear" w:color="auto" w:fill="FFFFFF"/>
                    <w:spacing w:after="300"/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  <w:lang w:val="en-US"/>
                    </w:rPr>
                    <w:t>What causes a comet to have a tail?</w:t>
                  </w:r>
                </w:p>
                <w:p w:rsidR="00DC600A" w:rsidRPr="003C2E6E" w:rsidRDefault="00DC600A" w:rsidP="0095028F">
                  <w:pPr>
                    <w:shd w:val="clear" w:color="auto" w:fill="FFFFFF"/>
                    <w:spacing w:after="300"/>
                    <w:rPr>
                      <w:sz w:val="24"/>
                      <w:szCs w:val="24"/>
                      <w:lang w:val="en-US"/>
                    </w:rPr>
                  </w:pPr>
                  <w:r w:rsidRPr="003C2E6E">
                    <w:rPr>
                      <w:sz w:val="24"/>
                      <w:szCs w:val="24"/>
                      <w:lang w:val="en-US"/>
                    </w:rPr>
                    <w:t xml:space="preserve">A stream of dust and gas forms a large tenuous </w:t>
                  </w:r>
                  <w:r>
                    <w:rPr>
                      <w:sz w:val="24"/>
                      <w:szCs w:val="24"/>
                      <w:lang w:val="en-US"/>
                    </w:rPr>
                    <w:t>force</w:t>
                  </w:r>
                  <w:r w:rsidRPr="003C2E6E">
                    <w:rPr>
                      <w:sz w:val="24"/>
                      <w:szCs w:val="24"/>
                      <w:lang w:val="en-US"/>
                    </w:rPr>
                    <w:t xml:space="preserve"> called, a Coma. And the force exported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makes the tail.</w:t>
                  </w:r>
                  <w:r w:rsidRPr="00930E4E"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The melted ice becomes a gas-like</w:t>
                  </w:r>
                  <w:r w:rsidRPr="00930E4E">
                    <w:rPr>
                      <w:sz w:val="24"/>
                      <w:szCs w:val="24"/>
                      <w:lang w:val="en-US"/>
                    </w:rPr>
                    <w:t xml:space="preserve"> tail </w:t>
                  </w:r>
                  <w:r>
                    <w:rPr>
                      <w:sz w:val="24"/>
                      <w:szCs w:val="24"/>
                      <w:lang w:val="en-US"/>
                    </w:rPr>
                    <w:t>that extends away from the sun. T</w:t>
                  </w:r>
                  <w:r w:rsidRPr="00930E4E">
                    <w:rPr>
                      <w:sz w:val="24"/>
                      <w:szCs w:val="24"/>
                      <w:lang w:val="en-US"/>
                    </w:rPr>
                    <w:t xml:space="preserve">he tail is pushed out by the Sun's solar wind.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As the comet gets close to the sun, many of its particles are </w:t>
                  </w:r>
                  <w:bookmarkStart w:id="0" w:name="_GoBack"/>
                  <w:bookmarkEnd w:id="0"/>
                  <w:r>
                    <w:rPr>
                      <w:sz w:val="24"/>
                      <w:szCs w:val="24"/>
                      <w:lang w:val="en-US"/>
                    </w:rPr>
                    <w:t>emitted forming a tail.</w:t>
                  </w:r>
                  <w:r w:rsidRPr="003C2E6E">
                    <w:rPr>
                      <w:rFonts w:ascii="Arial" w:hAnsi="Arial" w:cs="Arial"/>
                      <w:b/>
                      <w:bCs/>
                      <w:vanish/>
                      <w:color w:val="000000"/>
                      <w:sz w:val="24"/>
                      <w:szCs w:val="24"/>
                    </w:rPr>
                    <w:t>Not helpful?</w:t>
                  </w:r>
                  <w:r w:rsidRPr="003C2E6E">
                    <w:rPr>
                      <w:rFonts w:ascii="Arial" w:hAnsi="Arial" w:cs="Arial"/>
                      <w:vanish/>
                      <w:color w:val="000000"/>
                      <w:sz w:val="24"/>
                      <w:szCs w:val="24"/>
                    </w:rPr>
                    <w:t xml:space="preserve"> You can block </w:t>
                  </w:r>
                  <w:r w:rsidRPr="003C2E6E">
                    <w:rPr>
                      <w:rFonts w:ascii="Arial" w:hAnsi="Arial" w:cs="Arial"/>
                      <w:b/>
                      <w:bCs/>
                      <w:vanish/>
                      <w:color w:val="000000"/>
                      <w:sz w:val="24"/>
                      <w:szCs w:val="24"/>
                    </w:rPr>
                    <w:t>www.universetoday.com</w:t>
                  </w:r>
                  <w:r w:rsidRPr="003C2E6E">
                    <w:rPr>
                      <w:rFonts w:ascii="Arial" w:hAnsi="Arial" w:cs="Arial"/>
                      <w:vanish/>
                      <w:color w:val="000000"/>
                      <w:sz w:val="24"/>
                      <w:szCs w:val="24"/>
                    </w:rPr>
                    <w:t xml:space="preserve"> results when you're signed in to search.</w:t>
                  </w:r>
                  <w:r w:rsidRPr="003C2E6E">
                    <w:rPr>
                      <w:rStyle w:val="kobs"/>
                      <w:rFonts w:ascii="Arial" w:hAnsi="Arial" w:cs="Arial"/>
                      <w:vanish/>
                      <w:color w:val="000000"/>
                      <w:sz w:val="24"/>
                      <w:szCs w:val="24"/>
                    </w:rPr>
                    <w:t>www.universetoday.com</w:t>
                  </w:r>
                </w:p>
                <w:p w:rsidR="00DC600A" w:rsidRDefault="00DC600A" w:rsidP="0095028F">
                  <w:pPr>
                    <w:spacing w:after="300"/>
                    <w:rPr>
                      <w:rFonts w:ascii="Arial" w:hAnsi="Arial" w:cs="Arial"/>
                      <w:color w:val="222222"/>
                    </w:rPr>
                  </w:pPr>
                </w:p>
                <w:p w:rsidR="00DC600A" w:rsidRPr="0095028F" w:rsidRDefault="00DC600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/>
    <w:p w:rsidR="00DC600A" w:rsidRDefault="00DC600A" w:rsidP="00C60D3A"/>
    <w:p w:rsidR="00DC600A" w:rsidRDefault="00DC600A" w:rsidP="00C60D3A">
      <w:r>
        <w:rPr>
          <w:noProof/>
          <w:lang w:eastAsia="en-AU"/>
        </w:rPr>
        <w:pict>
          <v:shape id="_x0000_s1029" type="#_x0000_t75" alt="Comet" style="position:absolute;margin-left:-54pt;margin-top:32.7pt;width:176.6pt;height:198pt;z-index:251656192">
            <v:imagedata r:id="rId6" o:title=""/>
            <w10:wrap type="square"/>
          </v:shape>
        </w:pict>
      </w:r>
      <w:r>
        <w:rPr>
          <w:noProof/>
          <w:lang w:eastAsia="en-AU"/>
        </w:rPr>
        <w:pict>
          <v:shape id="_x0000_s1030" type="#_x0000_t75" alt="" href="http://www.google.com.au/imgres?q=comets+in+space&amp;hl=en&amp;safe=active&amp;as_st=y&amp;biw=1280&amp;bih=794&amp;tbs=sur:f&amp;tbm=isch&amp;tbnid=HshK5H2n90HfyM:&amp;imgrefurl=http://www.fotopedia.com/items/flickr-360831841&amp;docid=_RJx6D0N7cVdMM&amp;imgurl=http://images.cdn.fotopedia.com/flickr-360831841-hd.jpg&amp;w=800&amp;h=800&amp;ei=K1NVT6mbJq7BiQf3wsXLCw&amp;zoo" style="position:absolute;margin-left:2in;margin-top:32.7pt;width:180pt;height:198pt;z-index:251659264" o:button="t">
            <v:imagedata r:id="rId7" o:title=""/>
            <w10:wrap type="square"/>
          </v:shape>
        </w:pict>
      </w:r>
      <w:r>
        <w:rPr>
          <w:noProof/>
          <w:lang w:eastAsia="en-AU"/>
        </w:rPr>
        <w:pict>
          <v:shape id="_x0000_s1031" type="#_x0000_t75" alt="" href="http://www.google.com.au/imgres?q=comets+in+space&amp;hl=en&amp;safe=active&amp;as_st=y&amp;biw=1280&amp;bih=791&amp;tbs=sur:f&amp;tbm=isch&amp;tbnid=UmzQxl7Cajm3UM:&amp;imgrefurl=http://www.fotopedia.com/items/flickr-362394706&amp;docid=rb45I3R9Qf2gHM&amp;imgurl=http://i.images.cdn.fotopedia.com/flickr-362394706-hd/Photography_Techniques/Astrophotography/Comet_McNaught.jpg&amp;w=1024&amp;h=682&amp;ei=84xeT5ayNfG0iQfNp9naBw&amp;zoom=" style="position:absolute;margin-left:333pt;margin-top:50.7pt;width:181.3pt;height:151.85pt;z-index:251660288" o:button="t">
            <v:imagedata r:id="rId8" r:href="rId9"/>
            <w10:wrap type="square"/>
          </v:shape>
        </w:pict>
      </w:r>
    </w:p>
    <w:p w:rsidR="00DC600A" w:rsidRDefault="00DC600A" w:rsidP="00C60D3A"/>
    <w:p w:rsidR="00DC600A" w:rsidRDefault="00DC600A" w:rsidP="00C60D3A"/>
    <w:p w:rsidR="00DC600A" w:rsidRDefault="00DC600A" w:rsidP="00C60D3A"/>
    <w:p w:rsidR="00DC600A" w:rsidRDefault="00DC600A" w:rsidP="00C60D3A"/>
    <w:p w:rsidR="00DC600A" w:rsidRDefault="00DC600A" w:rsidP="00C60D3A"/>
    <w:p w:rsidR="00DC600A" w:rsidRPr="00DA1DA9" w:rsidRDefault="00DC600A" w:rsidP="00C60D3A">
      <w:pPr>
        <w:rPr>
          <w:u w:val="single"/>
        </w:rPr>
      </w:pPr>
      <w:hyperlink r:id="rId10" w:history="1">
        <w:r w:rsidRPr="00DA1DA9">
          <w:rPr>
            <w:rStyle w:val="Hyperlink"/>
          </w:rPr>
          <w:t>http://www.cosmosmagazine.com/node/2578</w:t>
        </w:r>
      </w:hyperlink>
    </w:p>
    <w:p w:rsidR="00DC600A" w:rsidRDefault="00DC600A" w:rsidP="00C60D3A">
      <w:pPr>
        <w:rPr>
          <w:rFonts w:ascii="Verdana" w:hAnsi="Verdana"/>
        </w:rPr>
      </w:pPr>
      <w:r>
        <w:rPr>
          <w:rFonts w:ascii="Verdana" w:hAnsi="Verdana"/>
        </w:rPr>
        <w:t>Credit: NASA</w:t>
      </w:r>
    </w:p>
    <w:p w:rsidR="00DC600A" w:rsidRPr="00DA1DA9" w:rsidRDefault="00DC600A" w:rsidP="0095028F">
      <w:pPr>
        <w:spacing w:after="300" w:line="240" w:lineRule="auto"/>
        <w:ind w:left="-360"/>
        <w:rPr>
          <w:rFonts w:ascii="Arial" w:hAnsi="Arial" w:cs="Arial"/>
          <w:color w:val="0000FF"/>
          <w:u w:val="single"/>
        </w:rPr>
      </w:pPr>
      <w:r>
        <w:rPr>
          <w:rStyle w:val="HTMLCite"/>
          <w:rFonts w:ascii="Arial" w:hAnsi="Arial" w:cs="Arial"/>
          <w:color w:val="0000FF"/>
        </w:rPr>
        <w:t xml:space="preserve">      </w:t>
      </w:r>
      <w:r w:rsidRPr="00DA1DA9">
        <w:rPr>
          <w:rStyle w:val="HTMLCite"/>
          <w:rFonts w:ascii="Arial" w:hAnsi="Arial" w:cs="Arial"/>
          <w:color w:val="0000FF"/>
          <w:u w:val="single"/>
        </w:rPr>
        <w:t>www.universetoday.com/40692/what-are-</w:t>
      </w:r>
      <w:r w:rsidRPr="00DA1DA9">
        <w:rPr>
          <w:rStyle w:val="HTMLCite"/>
          <w:rFonts w:ascii="Arial" w:hAnsi="Arial" w:cs="Arial"/>
          <w:b/>
          <w:bCs/>
          <w:color w:val="0000FF"/>
          <w:u w:val="single"/>
        </w:rPr>
        <w:t>comets</w:t>
      </w:r>
      <w:r w:rsidRPr="00DA1DA9">
        <w:rPr>
          <w:rStyle w:val="HTMLCite"/>
          <w:rFonts w:ascii="Arial" w:hAnsi="Arial" w:cs="Arial"/>
          <w:color w:val="0000FF"/>
          <w:u w:val="single"/>
        </w:rPr>
        <w:t>-</w:t>
      </w:r>
      <w:r w:rsidRPr="00DA1DA9">
        <w:rPr>
          <w:rStyle w:val="HTMLCite"/>
          <w:rFonts w:ascii="Arial" w:hAnsi="Arial" w:cs="Arial"/>
          <w:b/>
          <w:bCs/>
          <w:color w:val="0000FF"/>
          <w:u w:val="single"/>
        </w:rPr>
        <w:t>made</w:t>
      </w:r>
      <w:r w:rsidRPr="00DA1DA9">
        <w:rPr>
          <w:rStyle w:val="HTMLCite"/>
          <w:rFonts w:ascii="Arial" w:hAnsi="Arial" w:cs="Arial"/>
          <w:color w:val="0000FF"/>
          <w:u w:val="single"/>
        </w:rPr>
        <w:t>-of/</w:t>
      </w:r>
      <w:hyperlink r:id="rId11" w:history="1">
        <w:r w:rsidRPr="00DA1DA9">
          <w:rPr>
            <w:rStyle w:val="Hyperlink"/>
            <w:rFonts w:ascii="Arial" w:hAnsi="Arial" w:cs="Arial"/>
            <w:vanish/>
          </w:rPr>
          <w:t>Cached</w:t>
        </w:r>
      </w:hyperlink>
      <w:r w:rsidRPr="00DA1DA9">
        <w:rPr>
          <w:rStyle w:val="vshid2"/>
          <w:rFonts w:ascii="Arial" w:hAnsi="Arial" w:cs="Arial"/>
          <w:color w:val="0000FF"/>
          <w:u w:val="single"/>
        </w:rPr>
        <w:t> - </w:t>
      </w:r>
      <w:hyperlink r:id="rId12" w:history="1">
        <w:r w:rsidRPr="00DA1DA9">
          <w:rPr>
            <w:rStyle w:val="Hyperlink"/>
            <w:rFonts w:ascii="Arial" w:hAnsi="Arial" w:cs="Arial"/>
            <w:vanish/>
          </w:rPr>
          <w:t>Similar</w:t>
        </w:r>
      </w:hyperlink>
      <w:r w:rsidRPr="00DA1DA9">
        <w:rPr>
          <w:rFonts w:ascii="Arial" w:hAnsi="Arial" w:cs="Arial"/>
          <w:color w:val="0000FF"/>
          <w:u w:val="single"/>
        </w:rPr>
        <w:t xml:space="preserve"> </w:t>
      </w:r>
    </w:p>
    <w:p w:rsidR="00DC600A" w:rsidRPr="00DA1DA9" w:rsidRDefault="00DC600A" w:rsidP="006E3812">
      <w:pPr>
        <w:rPr>
          <w:color w:val="0000FF"/>
          <w:u w:val="single"/>
        </w:rPr>
      </w:pPr>
      <w:r w:rsidRPr="00DA1DA9">
        <w:rPr>
          <w:color w:val="0000FF"/>
          <w:u w:val="single"/>
        </w:rPr>
        <w:t>www.qrg.northwestern.edu/projects/vss/.../1-what-is-a-comet.html</w:t>
      </w:r>
    </w:p>
    <w:p w:rsidR="00DC600A" w:rsidRDefault="00DC600A">
      <w:pPr>
        <w:rPr>
          <w:color w:val="0000FF"/>
        </w:rPr>
      </w:pPr>
      <w:hyperlink r:id="rId13" w:history="1">
        <w:r w:rsidRPr="00BD604F">
          <w:rPr>
            <w:rStyle w:val="Hyperlink"/>
          </w:rPr>
          <w:t>www.astronomycafe.net/qadir/q2965.html</w:t>
        </w:r>
      </w:hyperlink>
    </w:p>
    <w:p w:rsidR="00DC600A" w:rsidRDefault="00DC600A">
      <w:pPr>
        <w:rPr>
          <w:color w:val="0000FF"/>
          <w:u w:val="single"/>
        </w:rPr>
      </w:pPr>
      <w:hyperlink r:id="rId14" w:history="1">
        <w:r w:rsidRPr="00BD604F">
          <w:rPr>
            <w:rStyle w:val="Hyperlink"/>
          </w:rPr>
          <w:t>http://www.convert-me.com/en/convert/length</w:t>
        </w:r>
      </w:hyperlink>
    </w:p>
    <w:p w:rsidR="00DC600A" w:rsidRPr="00DA1DA9" w:rsidRDefault="00DC600A">
      <w:pPr>
        <w:rPr>
          <w:color w:val="0000FF"/>
          <w:u w:val="single"/>
        </w:rPr>
      </w:pPr>
      <w:r w:rsidRPr="00DA1DA9">
        <w:rPr>
          <w:rFonts w:ascii="Arial" w:hAnsi="Arial" w:cs="Arial"/>
          <w:color w:val="0000FF"/>
          <w:u w:val="single"/>
        </w:rPr>
        <w:t>fotopedia.com</w:t>
      </w:r>
    </w:p>
    <w:sectPr w:rsidR="00DC600A" w:rsidRPr="00DA1DA9" w:rsidSect="00725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40F58"/>
    <w:multiLevelType w:val="multilevel"/>
    <w:tmpl w:val="3CC0F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72C5"/>
    <w:rsid w:val="00233B64"/>
    <w:rsid w:val="00242004"/>
    <w:rsid w:val="002D38F0"/>
    <w:rsid w:val="003C2E6E"/>
    <w:rsid w:val="003E0F99"/>
    <w:rsid w:val="00633ABC"/>
    <w:rsid w:val="006A1106"/>
    <w:rsid w:val="006E3812"/>
    <w:rsid w:val="006E7224"/>
    <w:rsid w:val="00725BCB"/>
    <w:rsid w:val="007415CE"/>
    <w:rsid w:val="007E5492"/>
    <w:rsid w:val="00807920"/>
    <w:rsid w:val="00823C10"/>
    <w:rsid w:val="00880A41"/>
    <w:rsid w:val="008B46BF"/>
    <w:rsid w:val="008B5B93"/>
    <w:rsid w:val="008C145A"/>
    <w:rsid w:val="00904C96"/>
    <w:rsid w:val="00930E4E"/>
    <w:rsid w:val="0095028F"/>
    <w:rsid w:val="00A331A4"/>
    <w:rsid w:val="00BD604F"/>
    <w:rsid w:val="00C50040"/>
    <w:rsid w:val="00C572C5"/>
    <w:rsid w:val="00C60D3A"/>
    <w:rsid w:val="00CE6FE2"/>
    <w:rsid w:val="00DA1DA9"/>
    <w:rsid w:val="00DC600A"/>
    <w:rsid w:val="00F45809"/>
    <w:rsid w:val="00FD57D1"/>
    <w:rsid w:val="00FE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BC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5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72C5"/>
    <w:rPr>
      <w:rFonts w:ascii="Tahoma" w:hAnsi="Tahoma" w:cs="Tahoma"/>
      <w:sz w:val="16"/>
      <w:szCs w:val="16"/>
    </w:rPr>
  </w:style>
  <w:style w:type="paragraph" w:customStyle="1" w:styleId="credit3">
    <w:name w:val="credit3"/>
    <w:basedOn w:val="Normal"/>
    <w:uiPriority w:val="99"/>
    <w:rsid w:val="00C60D3A"/>
    <w:pPr>
      <w:spacing w:after="0" w:line="210" w:lineRule="atLeast"/>
      <w:jc w:val="right"/>
    </w:pPr>
    <w:rPr>
      <w:rFonts w:ascii="Times New Roman" w:hAnsi="Times New Roman"/>
      <w:i/>
      <w:iCs/>
      <w:color w:val="666666"/>
      <w:sz w:val="15"/>
      <w:szCs w:val="15"/>
      <w:lang w:eastAsia="en-AU"/>
    </w:rPr>
  </w:style>
  <w:style w:type="character" w:styleId="Hyperlink">
    <w:name w:val="Hyperlink"/>
    <w:basedOn w:val="DefaultParagraphFont"/>
    <w:uiPriority w:val="99"/>
    <w:rsid w:val="00C60D3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60D3A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rsid w:val="0095028F"/>
    <w:rPr>
      <w:rFonts w:cs="Times New Roman"/>
      <w:color w:val="009933"/>
    </w:rPr>
  </w:style>
  <w:style w:type="character" w:customStyle="1" w:styleId="vshid2">
    <w:name w:val="vshid2"/>
    <w:basedOn w:val="DefaultParagraphFont"/>
    <w:uiPriority w:val="99"/>
    <w:rsid w:val="0095028F"/>
    <w:rPr>
      <w:rFonts w:cs="Times New Roman"/>
      <w:vanish/>
    </w:rPr>
  </w:style>
  <w:style w:type="character" w:customStyle="1" w:styleId="kobs">
    <w:name w:val="kobs"/>
    <w:basedOn w:val="DefaultParagraphFont"/>
    <w:uiPriority w:val="99"/>
    <w:rsid w:val="0095028F"/>
    <w:rPr>
      <w:rFonts w:cs="Times New Roman"/>
    </w:rPr>
  </w:style>
  <w:style w:type="character" w:customStyle="1" w:styleId="gl1">
    <w:name w:val="gl1"/>
    <w:basedOn w:val="DefaultParagraphFont"/>
    <w:uiPriority w:val="99"/>
    <w:rsid w:val="009502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136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9213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37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86289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215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9215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8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89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89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89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892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89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892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892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892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6" w:color="A6A6A6"/>
                                                                    <w:left w:val="single" w:sz="6" w:space="6" w:color="A6A6A6"/>
                                                                    <w:bottom w:val="single" w:sz="6" w:space="6" w:color="AAAAAA"/>
                                                                    <w:right w:val="single" w:sz="6" w:space="6" w:color="AAAAA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astronomycafe.net/qadir/q2965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google.com.au/search?hl=en&amp;safe=active&amp;rlz=1R2ADSA_enAU442&amp;biw=1280&amp;bih=766&amp;q=related:www.universetoday.com/40692/what-are-comets-made-of/+what+is+a+comet+made+of&amp;tbo=1&amp;sa=X&amp;ei=5hJMT8LYEIWgiQfW37Bp&amp;ved=0CCsQHzA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ebcache.googleusercontent.com/search?q=cache:QrXAtib2-4sJ:www.universetoday.com/40692/what-are-comets-made-of/+what+is+a+comet+made+of&amp;cd=2&amp;hl=en&amp;ct=clnk&amp;gl=a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cosmosmagazine.com/node/2578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t0.gstatic.com/images?q=tbn:ANd9GcRFpQpo3soTZCAaAcBhmHtDRmDg9ym2CSoaWcagF94BesShrPbKRw" TargetMode="External"/><Relationship Id="rId14" Type="http://schemas.openxmlformats.org/officeDocument/2006/relationships/hyperlink" Target="http://www.convert-me.com/en/convert/leng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137</Words>
  <Characters>783</Characters>
  <Application>Microsoft Office Outlook</Application>
  <DocSecurity>0</DocSecurity>
  <Lines>0</Lines>
  <Paragraphs>0</Paragraphs>
  <ScaleCrop>false</ScaleCrop>
  <Company>Paringa Park Primary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 Martin</dc:creator>
  <cp:keywords/>
  <dc:description/>
  <cp:lastModifiedBy>Paringa Park Primary School</cp:lastModifiedBy>
  <cp:revision>2</cp:revision>
  <dcterms:created xsi:type="dcterms:W3CDTF">2012-03-13T00:02:00Z</dcterms:created>
  <dcterms:modified xsi:type="dcterms:W3CDTF">2012-03-13T00:02:00Z</dcterms:modified>
</cp:coreProperties>
</file>